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2C46B" w14:textId="77777777" w:rsidR="00541DFF" w:rsidRDefault="00541DFF" w:rsidP="00E822D4">
      <w:pPr>
        <w:pStyle w:val="LMMABCopy"/>
        <w:rPr>
          <w:rFonts w:eastAsia="Times New Roman" w:cstheme="minorHAnsi"/>
          <w:b/>
        </w:rPr>
      </w:pPr>
    </w:p>
    <w:p w14:paraId="061C669B" w14:textId="77777777" w:rsidR="00541DFF" w:rsidRDefault="00541DFF" w:rsidP="00E822D4">
      <w:pPr>
        <w:pStyle w:val="LMMABCopy"/>
        <w:rPr>
          <w:rFonts w:eastAsia="Times New Roman" w:cstheme="minorHAnsi"/>
          <w:b/>
        </w:rPr>
      </w:pPr>
    </w:p>
    <w:p w14:paraId="7B7B192C" w14:textId="77777777" w:rsidR="00FF208D" w:rsidRDefault="004D7FF2" w:rsidP="00E822D4">
      <w:pPr>
        <w:pStyle w:val="LMMABCopy"/>
        <w:rPr>
          <w:rFonts w:eastAsia="Times New Roman" w:cstheme="minorHAnsi"/>
          <w:b/>
        </w:rPr>
      </w:pPr>
      <w:r w:rsidRPr="00FD049A">
        <w:rPr>
          <w:rFonts w:eastAsia="Times New Roman" w:cstheme="minorHAnsi"/>
          <w:b/>
        </w:rPr>
        <w:t>Talkshow/Expertenrunde „Umgang mit schlechter Stimmung – was tun für mehr Freude im Leben</w:t>
      </w:r>
      <w:r w:rsidR="00FF208D">
        <w:rPr>
          <w:rFonts w:eastAsia="Times New Roman" w:cstheme="minorHAnsi"/>
          <w:b/>
        </w:rPr>
        <w:t>“</w:t>
      </w:r>
    </w:p>
    <w:p w14:paraId="442878FB" w14:textId="1EEEA3FF" w:rsidR="00063397" w:rsidRPr="00FF208D" w:rsidRDefault="00FF208D" w:rsidP="00063397">
      <w:pPr>
        <w:pStyle w:val="LMMABCopy"/>
        <w:rPr>
          <w:rFonts w:ascii="MuseoSans-500" w:hAnsi="MuseoSans-500" w:cs="MuseoSans-500"/>
          <w:bCs/>
        </w:rPr>
      </w:pPr>
      <w:r w:rsidRPr="00FF208D">
        <w:rPr>
          <w:rFonts w:eastAsia="Times New Roman" w:cstheme="minorHAnsi"/>
          <w:bCs/>
        </w:rPr>
        <w:t xml:space="preserve">Findet euch in Gruppen von vier Personen zusammen. </w:t>
      </w:r>
      <w:r w:rsidR="00063397" w:rsidRPr="00FF208D">
        <w:rPr>
          <w:rFonts w:ascii="MuseoSans-500" w:hAnsi="MuseoSans-500" w:cs="MuseoSans-500"/>
          <w:bCs/>
        </w:rPr>
        <w:t>Eine Person ist der Moderator, die anderen drei sind die Expert</w:t>
      </w:r>
      <w:r w:rsidRPr="00FF208D">
        <w:rPr>
          <w:rFonts w:ascii="MuseoSans-500" w:hAnsi="MuseoSans-500" w:cs="MuseoSans-500"/>
          <w:bCs/>
        </w:rPr>
        <w:t>innen oder Expert</w:t>
      </w:r>
      <w:r w:rsidR="00063397" w:rsidRPr="00FF208D">
        <w:rPr>
          <w:rFonts w:ascii="MuseoSans-500" w:hAnsi="MuseoSans-500" w:cs="MuseoSans-500"/>
          <w:bCs/>
        </w:rPr>
        <w:t xml:space="preserve">en für einen Bereich. </w:t>
      </w:r>
    </w:p>
    <w:p w14:paraId="4D7B9EC6" w14:textId="77777777" w:rsidR="00F86BBA" w:rsidRDefault="00924EA8" w:rsidP="00063397">
      <w:pPr>
        <w:pStyle w:val="LMMABAufgabenstellung"/>
      </w:pPr>
      <w:r>
        <w:rPr>
          <w:b w:val="0"/>
          <w:bCs w:val="0"/>
        </w:rPr>
        <w:t>Lest euch die</w:t>
      </w:r>
      <w:r w:rsidR="00063397" w:rsidRPr="00FF208D">
        <w:rPr>
          <w:b w:val="0"/>
          <w:bCs w:val="0"/>
        </w:rPr>
        <w:t xml:space="preserve"> Rollenkärtchen</w:t>
      </w:r>
      <w:r>
        <w:rPr>
          <w:b w:val="0"/>
          <w:bCs w:val="0"/>
        </w:rPr>
        <w:t xml:space="preserve"> genau durch und verteilt die Rollen in eurer Gruppe. </w:t>
      </w:r>
      <w:r w:rsidR="00F86BBA">
        <w:rPr>
          <w:b w:val="0"/>
          <w:bCs w:val="0"/>
        </w:rPr>
        <w:t>U</w:t>
      </w:r>
      <w:r w:rsidR="00063397" w:rsidRPr="00FF208D">
        <w:rPr>
          <w:b w:val="0"/>
          <w:bCs w:val="0"/>
        </w:rPr>
        <w:t xml:space="preserve">nbekannte Wörter </w:t>
      </w:r>
      <w:r w:rsidR="00F86BBA">
        <w:rPr>
          <w:b w:val="0"/>
          <w:bCs w:val="0"/>
        </w:rPr>
        <w:t xml:space="preserve">könnt ihr </w:t>
      </w:r>
      <w:r w:rsidR="00063397" w:rsidRPr="00FF208D">
        <w:rPr>
          <w:b w:val="0"/>
          <w:bCs w:val="0"/>
        </w:rPr>
        <w:t>nach</w:t>
      </w:r>
      <w:r w:rsidR="00F86BBA">
        <w:rPr>
          <w:b w:val="0"/>
          <w:bCs w:val="0"/>
        </w:rPr>
        <w:t>schlagen</w:t>
      </w:r>
      <w:r w:rsidR="00063397" w:rsidRPr="00063397">
        <w:t>.</w:t>
      </w:r>
    </w:p>
    <w:p w14:paraId="4463F935" w14:textId="477651D1" w:rsidR="004D7FF2" w:rsidRPr="00740BB6" w:rsidRDefault="00737BA9" w:rsidP="00063397">
      <w:pPr>
        <w:pStyle w:val="LMMABAufgabenstellung"/>
        <w:rPr>
          <w:b w:val="0"/>
          <w:bCs w:val="0"/>
        </w:rPr>
      </w:pPr>
      <w:r w:rsidRPr="7A274ED2">
        <w:rPr>
          <w:rFonts w:eastAsia="Times New Roman" w:cstheme="minorBidi"/>
          <w:b w:val="0"/>
          <w:bCs w:val="0"/>
        </w:rPr>
        <w:t xml:space="preserve">Übt eure Diskussion in eurer Gruppe. </w:t>
      </w:r>
    </w:p>
    <w:p w14:paraId="394747B4" w14:textId="4B750849" w:rsidR="00DA6601" w:rsidRDefault="004D7FF2" w:rsidP="7A274ED2">
      <w:pPr>
        <w:widowControl w:val="0"/>
        <w:autoSpaceDE w:val="0"/>
        <w:autoSpaceDN w:val="0"/>
        <w:adjustRightInd w:val="0"/>
        <w:spacing w:after="0" w:line="250" w:lineRule="atLeast"/>
        <w:ind w:right="-1446"/>
        <w:rPr>
          <w:rFonts w:ascii="Calibri" w:hAnsi="Calibri"/>
          <w:spacing w:val="1"/>
          <w:kern w:val="1"/>
        </w:rPr>
      </w:pPr>
      <w:r>
        <w:rPr>
          <w:rFonts w:ascii="Futura Book" w:eastAsia="Times New Roman" w:hAnsi="Futura Book" w:cs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DDEFCDB" wp14:editId="5FE87B4D">
                <wp:simplePos x="0" y="0"/>
                <wp:positionH relativeFrom="column">
                  <wp:posOffset>43815</wp:posOffset>
                </wp:positionH>
                <wp:positionV relativeFrom="paragraph">
                  <wp:posOffset>97155</wp:posOffset>
                </wp:positionV>
                <wp:extent cx="2743200" cy="3683000"/>
                <wp:effectExtent l="0" t="0" r="19050" b="12700"/>
                <wp:wrapSquare wrapText="bothSides"/>
                <wp:docPr id="14" name="Abgerundetes Recht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36830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BE4916" w14:textId="77777777" w:rsidR="004D7FF2" w:rsidRPr="004C3389" w:rsidRDefault="004D7FF2" w:rsidP="004D7FF2">
                            <w:pPr>
                              <w:tabs>
                                <w:tab w:val="left" w:pos="1500"/>
                              </w:tabs>
                              <w:rPr>
                                <w:rFonts w:ascii="MuseoSans-300" w:eastAsia="Times New Roman" w:hAnsi="MuseoSans-300" w:cs="Times New Roman"/>
                                <w:b/>
                                <w:sz w:val="20"/>
                              </w:rPr>
                            </w:pPr>
                            <w:r w:rsidRPr="004C3389">
                              <w:rPr>
                                <w:rFonts w:ascii="MuseoSans-300" w:eastAsia="Times New Roman" w:hAnsi="MuseoSans-300" w:cs="Times New Roman"/>
                                <w:b/>
                                <w:sz w:val="20"/>
                              </w:rPr>
                              <w:t>Person 1: Psychologe/Psychologin</w:t>
                            </w:r>
                          </w:p>
                          <w:p w14:paraId="4E06BC84" w14:textId="77777777" w:rsidR="004D7FF2" w:rsidRPr="004C3389" w:rsidRDefault="004D7FF2" w:rsidP="004D7FF2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500"/>
                              </w:tabs>
                              <w:ind w:left="284" w:hanging="142"/>
                              <w:rPr>
                                <w:rFonts w:ascii="MuseoSans-300" w:eastAsia="Times New Roman" w:hAnsi="MuseoSans-300" w:cs="Times New Roman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4C3389">
                              <w:rPr>
                                <w:rFonts w:ascii="MuseoSans-300" w:eastAsia="Times New Roman" w:hAnsi="MuseoSans-300" w:cs="Times New Roman"/>
                                <w:sz w:val="20"/>
                                <w:szCs w:val="20"/>
                                <w:lang w:eastAsia="de-DE"/>
                              </w:rPr>
                              <w:t>Experte/Expertin für leichte Depressionen</w:t>
                            </w:r>
                          </w:p>
                          <w:p w14:paraId="737AE09A" w14:textId="77777777" w:rsidR="004D7FF2" w:rsidRPr="004C3389" w:rsidRDefault="004D7FF2" w:rsidP="004D7FF2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500"/>
                              </w:tabs>
                              <w:ind w:left="284" w:hanging="142"/>
                              <w:rPr>
                                <w:rFonts w:ascii="MuseoSans-300" w:eastAsia="Times New Roman" w:hAnsi="MuseoSans-300" w:cs="Times New Roman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4C3389">
                              <w:rPr>
                                <w:rFonts w:ascii="MuseoSans-300" w:eastAsia="Times New Roman" w:hAnsi="MuseoSans-300" w:cs="Times New Roman"/>
                                <w:sz w:val="20"/>
                                <w:szCs w:val="20"/>
                                <w:lang w:eastAsia="de-DE"/>
                              </w:rPr>
                              <w:t>leitet Selbsthilfegruppe zum Thema „Umgang mit schlechter Stimmung im Alltag“</w:t>
                            </w:r>
                          </w:p>
                          <w:p w14:paraId="4C076D2E" w14:textId="77777777" w:rsidR="004D7FF2" w:rsidRPr="004C3389" w:rsidRDefault="004D7FF2" w:rsidP="004D7FF2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500"/>
                              </w:tabs>
                              <w:ind w:left="284" w:hanging="142"/>
                              <w:rPr>
                                <w:rFonts w:ascii="MuseoSans-300" w:eastAsia="Times New Roman" w:hAnsi="MuseoSans-300" w:cs="Times New Roman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4C3389">
                              <w:rPr>
                                <w:rFonts w:ascii="MuseoSans-300" w:eastAsia="Times New Roman" w:hAnsi="MuseoSans-300" w:cs="Times New Roman"/>
                                <w:sz w:val="20"/>
                                <w:szCs w:val="20"/>
                                <w:lang w:eastAsia="de-DE"/>
                              </w:rPr>
                              <w:t xml:space="preserve">wichtig ist Gesellschaft von anderen Menschen: regelmäßige Treffen mit Freunden – in der Pandemie virtuell über Konferenzsoftware </w:t>
                            </w:r>
                          </w:p>
                          <w:p w14:paraId="53F453A7" w14:textId="77777777" w:rsidR="004D7FF2" w:rsidRPr="004C3389" w:rsidRDefault="004D7FF2" w:rsidP="004D7FF2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500"/>
                              </w:tabs>
                              <w:ind w:left="284" w:hanging="142"/>
                              <w:rPr>
                                <w:rFonts w:ascii="MuseoSans-300" w:eastAsia="Times New Roman" w:hAnsi="MuseoSans-300" w:cs="Times New Roman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4C3389">
                              <w:rPr>
                                <w:rFonts w:ascii="MuseoSans-300" w:eastAsia="Times New Roman" w:hAnsi="MuseoSans-300" w:cs="Times New Roman"/>
                                <w:sz w:val="20"/>
                                <w:szCs w:val="20"/>
                                <w:lang w:eastAsia="de-DE"/>
                              </w:rPr>
                              <w:t>Zeit mit schönen Dingen mit Freunden verbringen: Eis essen, im Park joggen</w:t>
                            </w:r>
                          </w:p>
                          <w:p w14:paraId="5F3A149E" w14:textId="77777777" w:rsidR="004D7FF2" w:rsidRPr="004C3389" w:rsidRDefault="004D7FF2" w:rsidP="004D7FF2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500"/>
                              </w:tabs>
                              <w:ind w:left="284" w:hanging="142"/>
                              <w:rPr>
                                <w:rFonts w:ascii="MuseoSans-300" w:eastAsia="Times New Roman" w:hAnsi="MuseoSans-300" w:cs="Times New Roman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4C3389">
                              <w:rPr>
                                <w:rFonts w:ascii="MuseoSans-300" w:eastAsia="Times New Roman" w:hAnsi="MuseoSans-300" w:cs="Times New Roman"/>
                                <w:sz w:val="20"/>
                                <w:szCs w:val="20"/>
                                <w:lang w:eastAsia="de-DE"/>
                              </w:rPr>
                              <w:t>zu viel Zeit für sich allein ist nicht gut für die Psyche</w:t>
                            </w:r>
                          </w:p>
                          <w:p w14:paraId="5235E144" w14:textId="75EC0EB5" w:rsidR="004D7FF2" w:rsidRPr="004C3389" w:rsidRDefault="004D7FF2" w:rsidP="004D7FF2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500"/>
                              </w:tabs>
                              <w:ind w:left="284" w:hanging="142"/>
                              <w:rPr>
                                <w:rFonts w:ascii="MuseoSans-300" w:eastAsia="Times New Roman" w:hAnsi="MuseoSans-300" w:cs="Times New Roman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4C3389">
                              <w:rPr>
                                <w:rFonts w:ascii="MuseoSans-300" w:eastAsia="Times New Roman" w:hAnsi="MuseoSans-300" w:cs="Times New Roman"/>
                                <w:sz w:val="20"/>
                                <w:szCs w:val="20"/>
                                <w:lang w:eastAsia="de-DE"/>
                              </w:rPr>
                              <w:t xml:space="preserve">mindestens einmal am Tag laut lachen mit Freunden oder der </w:t>
                            </w:r>
                            <w:proofErr w:type="spellStart"/>
                            <w:r w:rsidRPr="004C3389">
                              <w:rPr>
                                <w:rFonts w:ascii="MuseoSans-300" w:eastAsia="Times New Roman" w:hAnsi="MuseoSans-300" w:cs="Times New Roman"/>
                                <w:sz w:val="20"/>
                                <w:szCs w:val="20"/>
                                <w:lang w:eastAsia="de-DE"/>
                              </w:rPr>
                              <w:t>Famili</w:t>
                            </w:r>
                            <w:proofErr w:type="spellEnd"/>
                          </w:p>
                          <w:p w14:paraId="780FCECF" w14:textId="77777777" w:rsidR="004D7FF2" w:rsidRPr="004C3389" w:rsidRDefault="004D7FF2" w:rsidP="004D7FF2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500"/>
                              </w:tabs>
                              <w:ind w:left="284" w:hanging="142"/>
                              <w:rPr>
                                <w:rFonts w:ascii="MuseoSans-300" w:eastAsia="Times New Roman" w:hAnsi="MuseoSans-300" w:cs="Times New Roman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4C3389">
                              <w:rPr>
                                <w:rFonts w:ascii="MuseoSans-300" w:eastAsia="Times New Roman" w:hAnsi="MuseoSans-300" w:cs="Times New Roman"/>
                                <w:sz w:val="20"/>
                                <w:szCs w:val="20"/>
                                <w:lang w:eastAsia="de-DE"/>
                              </w:rPr>
                              <w:t>immer lächeln ist wichtig gegen schlechte Stimmung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DEFCDB" id="Abgerundetes Rechteck 10" o:spid="_x0000_s1026" style="position:absolute;margin-left:3.45pt;margin-top:7.65pt;width:3in;height:29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" fillcolor="white [3201]" strokecolor="#92cddc [1944]" strokeweight="2pt">
                <v:textbox>
                  <w:txbxContent>
                    <w:p w14:paraId="7BBE4916" w14:textId="77777777" w:rsidR="004D7FF2" w:rsidRPr="004C3389" w:rsidRDefault="004D7FF2" w:rsidP="004D7FF2">
                      <w:pPr>
                        <w:tabs>
                          <w:tab w:val="left" w:pos="1500"/>
                        </w:tabs>
                        <w:rPr>
                          <w:rFonts w:ascii="MuseoSans-300" w:eastAsia="Times New Roman" w:hAnsi="MuseoSans-300" w:cs="Times New Roman"/>
                          <w:b/>
                          <w:sz w:val="20"/>
                        </w:rPr>
                      </w:pPr>
                      <w:r w:rsidRPr="004C3389">
                        <w:rPr>
                          <w:rFonts w:ascii="MuseoSans-300" w:eastAsia="Times New Roman" w:hAnsi="MuseoSans-300" w:cs="Times New Roman"/>
                          <w:b/>
                          <w:sz w:val="20"/>
                        </w:rPr>
                        <w:t>Person 1: Psychologe/Psychologin</w:t>
                      </w:r>
                    </w:p>
                    <w:p w14:paraId="4E06BC84" w14:textId="77777777" w:rsidR="004D7FF2" w:rsidRPr="004C3389" w:rsidRDefault="004D7FF2" w:rsidP="004D7FF2">
                      <w:pPr>
                        <w:pStyle w:val="Listenabsatz"/>
                        <w:numPr>
                          <w:ilvl w:val="0"/>
                          <w:numId w:val="1"/>
                        </w:numPr>
                        <w:tabs>
                          <w:tab w:val="left" w:pos="1500"/>
                        </w:tabs>
                        <w:ind w:left="284" w:hanging="142"/>
                        <w:rPr>
                          <w:rFonts w:ascii="MuseoSans-300" w:eastAsia="Times New Roman" w:hAnsi="MuseoSans-300" w:cs="Times New Roman"/>
                          <w:sz w:val="20"/>
                          <w:szCs w:val="20"/>
                          <w:lang w:eastAsia="de-DE"/>
                        </w:rPr>
                      </w:pPr>
                      <w:r w:rsidRPr="004C3389">
                        <w:rPr>
                          <w:rFonts w:ascii="MuseoSans-300" w:eastAsia="Times New Roman" w:hAnsi="MuseoSans-300" w:cs="Times New Roman"/>
                          <w:sz w:val="20"/>
                          <w:szCs w:val="20"/>
                          <w:lang w:eastAsia="de-DE"/>
                        </w:rPr>
                        <w:t>Experte/Expertin für leichte Depressionen</w:t>
                      </w:r>
                    </w:p>
                    <w:p w14:paraId="737AE09A" w14:textId="77777777" w:rsidR="004D7FF2" w:rsidRPr="004C3389" w:rsidRDefault="004D7FF2" w:rsidP="004D7FF2">
                      <w:pPr>
                        <w:pStyle w:val="Listenabsatz"/>
                        <w:numPr>
                          <w:ilvl w:val="0"/>
                          <w:numId w:val="1"/>
                        </w:numPr>
                        <w:tabs>
                          <w:tab w:val="left" w:pos="1500"/>
                        </w:tabs>
                        <w:ind w:left="284" w:hanging="142"/>
                        <w:rPr>
                          <w:rFonts w:ascii="MuseoSans-300" w:eastAsia="Times New Roman" w:hAnsi="MuseoSans-300" w:cs="Times New Roman"/>
                          <w:sz w:val="20"/>
                          <w:szCs w:val="20"/>
                          <w:lang w:eastAsia="de-DE"/>
                        </w:rPr>
                      </w:pPr>
                      <w:r w:rsidRPr="004C3389">
                        <w:rPr>
                          <w:rFonts w:ascii="MuseoSans-300" w:eastAsia="Times New Roman" w:hAnsi="MuseoSans-300" w:cs="Times New Roman"/>
                          <w:sz w:val="20"/>
                          <w:szCs w:val="20"/>
                          <w:lang w:eastAsia="de-DE"/>
                        </w:rPr>
                        <w:t>leitet Selbsthilfegruppe zum Thema „Umgang mit schlechter Stimmung im Alltag“</w:t>
                      </w:r>
                    </w:p>
                    <w:p w14:paraId="4C076D2E" w14:textId="77777777" w:rsidR="004D7FF2" w:rsidRPr="004C3389" w:rsidRDefault="004D7FF2" w:rsidP="004D7FF2">
                      <w:pPr>
                        <w:pStyle w:val="Listenabsatz"/>
                        <w:numPr>
                          <w:ilvl w:val="0"/>
                          <w:numId w:val="1"/>
                        </w:numPr>
                        <w:tabs>
                          <w:tab w:val="left" w:pos="1500"/>
                        </w:tabs>
                        <w:ind w:left="284" w:hanging="142"/>
                        <w:rPr>
                          <w:rFonts w:ascii="MuseoSans-300" w:eastAsia="Times New Roman" w:hAnsi="MuseoSans-300" w:cs="Times New Roman"/>
                          <w:sz w:val="20"/>
                          <w:szCs w:val="20"/>
                          <w:lang w:eastAsia="de-DE"/>
                        </w:rPr>
                      </w:pPr>
                      <w:r w:rsidRPr="004C3389">
                        <w:rPr>
                          <w:rFonts w:ascii="MuseoSans-300" w:eastAsia="Times New Roman" w:hAnsi="MuseoSans-300" w:cs="Times New Roman"/>
                          <w:sz w:val="20"/>
                          <w:szCs w:val="20"/>
                          <w:lang w:eastAsia="de-DE"/>
                        </w:rPr>
                        <w:t xml:space="preserve">wichtig ist Gesellschaft von anderen Menschen: regelmäßige Treffen mit Freunden – in der Pandemie virtuell über Konferenzsoftware </w:t>
                      </w:r>
                    </w:p>
                    <w:p w14:paraId="53F453A7" w14:textId="77777777" w:rsidR="004D7FF2" w:rsidRPr="004C3389" w:rsidRDefault="004D7FF2" w:rsidP="004D7FF2">
                      <w:pPr>
                        <w:pStyle w:val="Listenabsatz"/>
                        <w:numPr>
                          <w:ilvl w:val="0"/>
                          <w:numId w:val="1"/>
                        </w:numPr>
                        <w:tabs>
                          <w:tab w:val="left" w:pos="1500"/>
                        </w:tabs>
                        <w:ind w:left="284" w:hanging="142"/>
                        <w:rPr>
                          <w:rFonts w:ascii="MuseoSans-300" w:eastAsia="Times New Roman" w:hAnsi="MuseoSans-300" w:cs="Times New Roman"/>
                          <w:sz w:val="20"/>
                          <w:szCs w:val="20"/>
                          <w:lang w:eastAsia="de-DE"/>
                        </w:rPr>
                      </w:pPr>
                      <w:r w:rsidRPr="004C3389">
                        <w:rPr>
                          <w:rFonts w:ascii="MuseoSans-300" w:eastAsia="Times New Roman" w:hAnsi="MuseoSans-300" w:cs="Times New Roman"/>
                          <w:sz w:val="20"/>
                          <w:szCs w:val="20"/>
                          <w:lang w:eastAsia="de-DE"/>
                        </w:rPr>
                        <w:t>Zeit mit schönen Dingen mit Freunden verbringen: Eis essen, im Park joggen</w:t>
                      </w:r>
                    </w:p>
                    <w:p w14:paraId="5F3A149E" w14:textId="77777777" w:rsidR="004D7FF2" w:rsidRPr="004C3389" w:rsidRDefault="004D7FF2" w:rsidP="004D7FF2">
                      <w:pPr>
                        <w:pStyle w:val="Listenabsatz"/>
                        <w:numPr>
                          <w:ilvl w:val="0"/>
                          <w:numId w:val="1"/>
                        </w:numPr>
                        <w:tabs>
                          <w:tab w:val="left" w:pos="1500"/>
                        </w:tabs>
                        <w:ind w:left="284" w:hanging="142"/>
                        <w:rPr>
                          <w:rFonts w:ascii="MuseoSans-300" w:eastAsia="Times New Roman" w:hAnsi="MuseoSans-300" w:cs="Times New Roman"/>
                          <w:sz w:val="20"/>
                          <w:szCs w:val="20"/>
                          <w:lang w:eastAsia="de-DE"/>
                        </w:rPr>
                      </w:pPr>
                      <w:r w:rsidRPr="004C3389">
                        <w:rPr>
                          <w:rFonts w:ascii="MuseoSans-300" w:eastAsia="Times New Roman" w:hAnsi="MuseoSans-300" w:cs="Times New Roman"/>
                          <w:sz w:val="20"/>
                          <w:szCs w:val="20"/>
                          <w:lang w:eastAsia="de-DE"/>
                        </w:rPr>
                        <w:t>zu viel Zeit für sich allein ist nicht gut für die Psyche</w:t>
                      </w:r>
                    </w:p>
                    <w:p w14:paraId="5235E144" w14:textId="75EC0EB5" w:rsidR="004D7FF2" w:rsidRPr="004C3389" w:rsidRDefault="004D7FF2" w:rsidP="004D7FF2">
                      <w:pPr>
                        <w:pStyle w:val="Listenabsatz"/>
                        <w:numPr>
                          <w:ilvl w:val="0"/>
                          <w:numId w:val="1"/>
                        </w:numPr>
                        <w:tabs>
                          <w:tab w:val="left" w:pos="1500"/>
                        </w:tabs>
                        <w:ind w:left="284" w:hanging="142"/>
                        <w:rPr>
                          <w:rFonts w:ascii="MuseoSans-300" w:eastAsia="Times New Roman" w:hAnsi="MuseoSans-300" w:cs="Times New Roman"/>
                          <w:sz w:val="20"/>
                          <w:szCs w:val="20"/>
                          <w:lang w:eastAsia="de-DE"/>
                        </w:rPr>
                      </w:pPr>
                      <w:r w:rsidRPr="004C3389">
                        <w:rPr>
                          <w:rFonts w:ascii="MuseoSans-300" w:eastAsia="Times New Roman" w:hAnsi="MuseoSans-300" w:cs="Times New Roman"/>
                          <w:sz w:val="20"/>
                          <w:szCs w:val="20"/>
                          <w:lang w:eastAsia="de-DE"/>
                        </w:rPr>
                        <w:t xml:space="preserve">mindestens einmal am Tag laut lachen mit Freunden oder der </w:t>
                      </w:r>
                      <w:proofErr w:type="spellStart"/>
                      <w:r w:rsidRPr="004C3389">
                        <w:rPr>
                          <w:rFonts w:ascii="MuseoSans-300" w:eastAsia="Times New Roman" w:hAnsi="MuseoSans-300" w:cs="Times New Roman"/>
                          <w:sz w:val="20"/>
                          <w:szCs w:val="20"/>
                          <w:lang w:eastAsia="de-DE"/>
                        </w:rPr>
                        <w:t>Famili</w:t>
                      </w:r>
                      <w:proofErr w:type="spellEnd"/>
                    </w:p>
                    <w:p w14:paraId="780FCECF" w14:textId="77777777" w:rsidR="004D7FF2" w:rsidRPr="004C3389" w:rsidRDefault="004D7FF2" w:rsidP="004D7FF2">
                      <w:pPr>
                        <w:pStyle w:val="Listenabsatz"/>
                        <w:numPr>
                          <w:ilvl w:val="0"/>
                          <w:numId w:val="1"/>
                        </w:numPr>
                        <w:tabs>
                          <w:tab w:val="left" w:pos="1500"/>
                        </w:tabs>
                        <w:ind w:left="284" w:hanging="142"/>
                        <w:rPr>
                          <w:rFonts w:ascii="MuseoSans-300" w:eastAsia="Times New Roman" w:hAnsi="MuseoSans-300" w:cs="Times New Roman"/>
                          <w:sz w:val="20"/>
                          <w:szCs w:val="20"/>
                          <w:lang w:eastAsia="de-DE"/>
                        </w:rPr>
                      </w:pPr>
                      <w:r w:rsidRPr="004C3389">
                        <w:rPr>
                          <w:rFonts w:ascii="MuseoSans-300" w:eastAsia="Times New Roman" w:hAnsi="MuseoSans-300" w:cs="Times New Roman"/>
                          <w:sz w:val="20"/>
                          <w:szCs w:val="20"/>
                          <w:lang w:eastAsia="de-DE"/>
                        </w:rPr>
                        <w:t>immer lächeln ist wichtig gegen schlechte Stimmung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114300" distR="114300" wp14:anchorId="77D7BFDB" wp14:editId="12C9935A">
                <wp:extent cx="2700655" cy="3683000"/>
                <wp:effectExtent l="0" t="0" r="23495" b="12700"/>
                <wp:docPr id="2049396434" name="Abgerundetes 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0655" cy="36830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81BC03" w14:textId="0D3BDB8C" w:rsidR="004D7FF2" w:rsidRPr="004C3389" w:rsidRDefault="004D7FF2" w:rsidP="004D7FF2">
                            <w:pPr>
                              <w:tabs>
                                <w:tab w:val="left" w:pos="1500"/>
                              </w:tabs>
                              <w:rPr>
                                <w:rFonts w:ascii="MuseoSans-300" w:eastAsia="Times New Roman" w:hAnsi="MuseoSans-300" w:cs="Times New Roman"/>
                                <w:b/>
                                <w:sz w:val="20"/>
                              </w:rPr>
                            </w:pPr>
                            <w:r w:rsidRPr="004C3389">
                              <w:rPr>
                                <w:rFonts w:ascii="MuseoSans-300" w:eastAsia="Times New Roman" w:hAnsi="MuseoSans-300" w:cs="Times New Roman"/>
                                <w:b/>
                                <w:sz w:val="20"/>
                              </w:rPr>
                              <w:t>Person 2: Yogalehrer</w:t>
                            </w:r>
                            <w:r w:rsidR="001F2A12">
                              <w:rPr>
                                <w:rFonts w:ascii="MuseoSans-300" w:eastAsia="Times New Roman" w:hAnsi="MuseoSans-300" w:cs="Times New Roman"/>
                                <w:b/>
                                <w:sz w:val="20"/>
                              </w:rPr>
                              <w:t>/Yogalehrer</w:t>
                            </w:r>
                            <w:r w:rsidRPr="004C3389">
                              <w:rPr>
                                <w:rFonts w:ascii="MuseoSans-300" w:eastAsia="Times New Roman" w:hAnsi="MuseoSans-300" w:cs="Times New Roman"/>
                                <w:b/>
                                <w:sz w:val="20"/>
                              </w:rPr>
                              <w:t>in</w:t>
                            </w:r>
                          </w:p>
                          <w:p w14:paraId="14169842" w14:textId="77777777" w:rsidR="004D7FF2" w:rsidRPr="004C3389" w:rsidRDefault="004D7FF2" w:rsidP="004D7FF2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500"/>
                              </w:tabs>
                              <w:ind w:left="284" w:hanging="142"/>
                              <w:rPr>
                                <w:rFonts w:ascii="MuseoSans-300" w:eastAsia="Times New Roman" w:hAnsi="MuseoSans-300" w:cs="Times New Roman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4C3389">
                              <w:rPr>
                                <w:rFonts w:ascii="MuseoSans-300" w:eastAsia="Times New Roman" w:hAnsi="MuseoSans-300" w:cs="Times New Roman"/>
                                <w:sz w:val="20"/>
                                <w:szCs w:val="20"/>
                                <w:lang w:eastAsia="de-DE"/>
                              </w:rPr>
                              <w:t>gibt nur Kurse für einzelne Personen</w:t>
                            </w:r>
                          </w:p>
                          <w:p w14:paraId="41DBD54C" w14:textId="77777777" w:rsidR="004D7FF2" w:rsidRPr="004C3389" w:rsidRDefault="004D7FF2" w:rsidP="004D7FF2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500"/>
                              </w:tabs>
                              <w:ind w:left="284" w:hanging="142"/>
                              <w:rPr>
                                <w:rFonts w:ascii="MuseoSans-300" w:eastAsia="Times New Roman" w:hAnsi="MuseoSans-300" w:cs="Times New Roman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4C3389">
                              <w:rPr>
                                <w:rFonts w:ascii="MuseoSans-300" w:eastAsia="Times New Roman" w:hAnsi="MuseoSans-300" w:cs="Times New Roman"/>
                                <w:sz w:val="20"/>
                                <w:szCs w:val="20"/>
                                <w:lang w:eastAsia="de-DE"/>
                              </w:rPr>
                              <w:t>empfiehlt bewusst Zeit für sich allein zu nehmen</w:t>
                            </w:r>
                          </w:p>
                          <w:p w14:paraId="29929CBA" w14:textId="77777777" w:rsidR="004D7FF2" w:rsidRPr="004C3389" w:rsidRDefault="004D7FF2" w:rsidP="004D7FF2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500"/>
                              </w:tabs>
                              <w:ind w:left="284" w:hanging="142"/>
                              <w:rPr>
                                <w:rFonts w:ascii="MuseoSans-300" w:eastAsia="Times New Roman" w:hAnsi="MuseoSans-300" w:cs="Times New Roman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4C3389">
                              <w:rPr>
                                <w:rFonts w:ascii="MuseoSans-300" w:eastAsia="Times New Roman" w:hAnsi="MuseoSans-300" w:cs="Times New Roman"/>
                                <w:sz w:val="20"/>
                                <w:szCs w:val="20"/>
                                <w:lang w:eastAsia="de-DE"/>
                              </w:rPr>
                              <w:t>regelmäßig Pausen allein machen</w:t>
                            </w:r>
                          </w:p>
                          <w:p w14:paraId="7893566C" w14:textId="77777777" w:rsidR="004D7FF2" w:rsidRPr="004C3389" w:rsidRDefault="004D7FF2" w:rsidP="004D7FF2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500"/>
                              </w:tabs>
                              <w:ind w:left="284" w:hanging="142"/>
                              <w:rPr>
                                <w:rFonts w:ascii="MuseoSans-300" w:eastAsia="Times New Roman" w:hAnsi="MuseoSans-300" w:cs="Times New Roman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4C3389">
                              <w:rPr>
                                <w:rFonts w:ascii="MuseoSans-300" w:eastAsia="Times New Roman" w:hAnsi="MuseoSans-300" w:cs="Times New Roman"/>
                                <w:sz w:val="20"/>
                                <w:szCs w:val="20"/>
                                <w:lang w:eastAsia="de-DE"/>
                              </w:rPr>
                              <w:t>Zeit mit Meditation und Yoga verbringen</w:t>
                            </w:r>
                          </w:p>
                          <w:p w14:paraId="476758AE" w14:textId="180B8E9D" w:rsidR="004D7FF2" w:rsidRPr="004C3389" w:rsidRDefault="004D7FF2" w:rsidP="004D7FF2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500"/>
                              </w:tabs>
                              <w:ind w:left="284" w:hanging="142"/>
                              <w:rPr>
                                <w:rFonts w:ascii="MuseoSans-300" w:eastAsia="Times New Roman" w:hAnsi="MuseoSans-300" w:cs="Times New Roman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4C3389">
                              <w:rPr>
                                <w:rFonts w:ascii="MuseoSans-300" w:eastAsia="Times New Roman" w:hAnsi="MuseoSans-300" w:cs="Times New Roman"/>
                                <w:sz w:val="20"/>
                                <w:szCs w:val="20"/>
                                <w:lang w:eastAsia="de-DE"/>
                              </w:rPr>
                              <w:t>Meinung des/der Yogalehrer</w:t>
                            </w:r>
                            <w:r w:rsidR="00801157">
                              <w:rPr>
                                <w:rFonts w:ascii="MuseoSans-300" w:eastAsia="Times New Roman" w:hAnsi="MuseoSans-300" w:cs="Times New Roman"/>
                                <w:sz w:val="20"/>
                                <w:szCs w:val="20"/>
                                <w:lang w:eastAsia="de-DE"/>
                              </w:rPr>
                              <w:t>s/Yogalehrer</w:t>
                            </w:r>
                            <w:r w:rsidRPr="004C3389">
                              <w:rPr>
                                <w:rFonts w:ascii="MuseoSans-300" w:eastAsia="Times New Roman" w:hAnsi="MuseoSans-300" w:cs="Times New Roman"/>
                                <w:sz w:val="20"/>
                                <w:szCs w:val="20"/>
                                <w:lang w:eastAsia="de-DE"/>
                              </w:rPr>
                              <w:t>in: zu viel Zeit mit anderen Menschen sorgt für schlechte Stimmung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7D7BFDB" id="Abgerundetes Rechteck 11" o:spid="_x0000_s1027" style="width:212.65pt;height:29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" fillcolor="white [3201]" strokecolor="#92cddc [1944]" strokeweight="2pt">
                <v:textbox>
                  <w:txbxContent>
                    <w:p w14:paraId="2881BC03" w14:textId="0D3BDB8C" w:rsidR="004D7FF2" w:rsidRPr="004C3389" w:rsidRDefault="004D7FF2" w:rsidP="004D7FF2">
                      <w:pPr>
                        <w:tabs>
                          <w:tab w:val="left" w:pos="1500"/>
                        </w:tabs>
                        <w:rPr>
                          <w:rFonts w:ascii="MuseoSans-300" w:eastAsia="Times New Roman" w:hAnsi="MuseoSans-300" w:cs="Times New Roman"/>
                          <w:b/>
                          <w:sz w:val="20"/>
                        </w:rPr>
                      </w:pPr>
                      <w:r w:rsidRPr="004C3389">
                        <w:rPr>
                          <w:rFonts w:ascii="MuseoSans-300" w:eastAsia="Times New Roman" w:hAnsi="MuseoSans-300" w:cs="Times New Roman"/>
                          <w:b/>
                          <w:sz w:val="20"/>
                        </w:rPr>
                        <w:t>Person 2: Yogalehrer</w:t>
                      </w:r>
                      <w:r w:rsidR="001F2A12">
                        <w:rPr>
                          <w:rFonts w:ascii="MuseoSans-300" w:eastAsia="Times New Roman" w:hAnsi="MuseoSans-300" w:cs="Times New Roman"/>
                          <w:b/>
                          <w:sz w:val="20"/>
                        </w:rPr>
                        <w:t>/Yogalehrer</w:t>
                      </w:r>
                      <w:r w:rsidRPr="004C3389">
                        <w:rPr>
                          <w:rFonts w:ascii="MuseoSans-300" w:eastAsia="Times New Roman" w:hAnsi="MuseoSans-300" w:cs="Times New Roman"/>
                          <w:b/>
                          <w:sz w:val="20"/>
                        </w:rPr>
                        <w:t>in</w:t>
                      </w:r>
                    </w:p>
                    <w:p w14:paraId="14169842" w14:textId="77777777" w:rsidR="004D7FF2" w:rsidRPr="004C3389" w:rsidRDefault="004D7FF2" w:rsidP="004D7FF2">
                      <w:pPr>
                        <w:pStyle w:val="Listenabsatz"/>
                        <w:numPr>
                          <w:ilvl w:val="0"/>
                          <w:numId w:val="1"/>
                        </w:numPr>
                        <w:tabs>
                          <w:tab w:val="left" w:pos="1500"/>
                        </w:tabs>
                        <w:ind w:left="284" w:hanging="142"/>
                        <w:rPr>
                          <w:rFonts w:ascii="MuseoSans-300" w:eastAsia="Times New Roman" w:hAnsi="MuseoSans-300" w:cs="Times New Roman"/>
                          <w:sz w:val="20"/>
                          <w:szCs w:val="20"/>
                          <w:lang w:eastAsia="de-DE"/>
                        </w:rPr>
                      </w:pPr>
                      <w:r w:rsidRPr="004C3389">
                        <w:rPr>
                          <w:rFonts w:ascii="MuseoSans-300" w:eastAsia="Times New Roman" w:hAnsi="MuseoSans-300" w:cs="Times New Roman"/>
                          <w:sz w:val="20"/>
                          <w:szCs w:val="20"/>
                          <w:lang w:eastAsia="de-DE"/>
                        </w:rPr>
                        <w:t>gibt nur Kurse für einzelne Personen</w:t>
                      </w:r>
                    </w:p>
                    <w:p w14:paraId="41DBD54C" w14:textId="77777777" w:rsidR="004D7FF2" w:rsidRPr="004C3389" w:rsidRDefault="004D7FF2" w:rsidP="004D7FF2">
                      <w:pPr>
                        <w:pStyle w:val="Listenabsatz"/>
                        <w:numPr>
                          <w:ilvl w:val="0"/>
                          <w:numId w:val="1"/>
                        </w:numPr>
                        <w:tabs>
                          <w:tab w:val="left" w:pos="1500"/>
                        </w:tabs>
                        <w:ind w:left="284" w:hanging="142"/>
                        <w:rPr>
                          <w:rFonts w:ascii="MuseoSans-300" w:eastAsia="Times New Roman" w:hAnsi="MuseoSans-300" w:cs="Times New Roman"/>
                          <w:sz w:val="20"/>
                          <w:szCs w:val="20"/>
                          <w:lang w:eastAsia="de-DE"/>
                        </w:rPr>
                      </w:pPr>
                      <w:r w:rsidRPr="004C3389">
                        <w:rPr>
                          <w:rFonts w:ascii="MuseoSans-300" w:eastAsia="Times New Roman" w:hAnsi="MuseoSans-300" w:cs="Times New Roman"/>
                          <w:sz w:val="20"/>
                          <w:szCs w:val="20"/>
                          <w:lang w:eastAsia="de-DE"/>
                        </w:rPr>
                        <w:t>empfiehlt bewusst Zeit für sich allein zu nehmen</w:t>
                      </w:r>
                    </w:p>
                    <w:p w14:paraId="29929CBA" w14:textId="77777777" w:rsidR="004D7FF2" w:rsidRPr="004C3389" w:rsidRDefault="004D7FF2" w:rsidP="004D7FF2">
                      <w:pPr>
                        <w:pStyle w:val="Listenabsatz"/>
                        <w:numPr>
                          <w:ilvl w:val="0"/>
                          <w:numId w:val="1"/>
                        </w:numPr>
                        <w:tabs>
                          <w:tab w:val="left" w:pos="1500"/>
                        </w:tabs>
                        <w:ind w:left="284" w:hanging="142"/>
                        <w:rPr>
                          <w:rFonts w:ascii="MuseoSans-300" w:eastAsia="Times New Roman" w:hAnsi="MuseoSans-300" w:cs="Times New Roman"/>
                          <w:sz w:val="20"/>
                          <w:szCs w:val="20"/>
                          <w:lang w:eastAsia="de-DE"/>
                        </w:rPr>
                      </w:pPr>
                      <w:r w:rsidRPr="004C3389">
                        <w:rPr>
                          <w:rFonts w:ascii="MuseoSans-300" w:eastAsia="Times New Roman" w:hAnsi="MuseoSans-300" w:cs="Times New Roman"/>
                          <w:sz w:val="20"/>
                          <w:szCs w:val="20"/>
                          <w:lang w:eastAsia="de-DE"/>
                        </w:rPr>
                        <w:t>regelmäßig Pausen allein machen</w:t>
                      </w:r>
                    </w:p>
                    <w:p w14:paraId="7893566C" w14:textId="77777777" w:rsidR="004D7FF2" w:rsidRPr="004C3389" w:rsidRDefault="004D7FF2" w:rsidP="004D7FF2">
                      <w:pPr>
                        <w:pStyle w:val="Listenabsatz"/>
                        <w:numPr>
                          <w:ilvl w:val="0"/>
                          <w:numId w:val="1"/>
                        </w:numPr>
                        <w:tabs>
                          <w:tab w:val="left" w:pos="1500"/>
                        </w:tabs>
                        <w:ind w:left="284" w:hanging="142"/>
                        <w:rPr>
                          <w:rFonts w:ascii="MuseoSans-300" w:eastAsia="Times New Roman" w:hAnsi="MuseoSans-300" w:cs="Times New Roman"/>
                          <w:sz w:val="20"/>
                          <w:szCs w:val="20"/>
                          <w:lang w:eastAsia="de-DE"/>
                        </w:rPr>
                      </w:pPr>
                      <w:r w:rsidRPr="004C3389">
                        <w:rPr>
                          <w:rFonts w:ascii="MuseoSans-300" w:eastAsia="Times New Roman" w:hAnsi="MuseoSans-300" w:cs="Times New Roman"/>
                          <w:sz w:val="20"/>
                          <w:szCs w:val="20"/>
                          <w:lang w:eastAsia="de-DE"/>
                        </w:rPr>
                        <w:t>Zeit mit Meditation und Yoga verbringen</w:t>
                      </w:r>
                    </w:p>
                    <w:p w14:paraId="476758AE" w14:textId="180B8E9D" w:rsidR="004D7FF2" w:rsidRPr="004C3389" w:rsidRDefault="004D7FF2" w:rsidP="004D7FF2">
                      <w:pPr>
                        <w:pStyle w:val="Listenabsatz"/>
                        <w:numPr>
                          <w:ilvl w:val="0"/>
                          <w:numId w:val="1"/>
                        </w:numPr>
                        <w:tabs>
                          <w:tab w:val="left" w:pos="1500"/>
                        </w:tabs>
                        <w:ind w:left="284" w:hanging="142"/>
                        <w:rPr>
                          <w:rFonts w:ascii="MuseoSans-300" w:eastAsia="Times New Roman" w:hAnsi="MuseoSans-300" w:cs="Times New Roman"/>
                          <w:sz w:val="20"/>
                          <w:szCs w:val="20"/>
                          <w:lang w:eastAsia="de-DE"/>
                        </w:rPr>
                      </w:pPr>
                      <w:r w:rsidRPr="004C3389">
                        <w:rPr>
                          <w:rFonts w:ascii="MuseoSans-300" w:eastAsia="Times New Roman" w:hAnsi="MuseoSans-300" w:cs="Times New Roman"/>
                          <w:sz w:val="20"/>
                          <w:szCs w:val="20"/>
                          <w:lang w:eastAsia="de-DE"/>
                        </w:rPr>
                        <w:t>Meinung des/der Yogalehrer</w:t>
                      </w:r>
                      <w:r w:rsidR="00801157">
                        <w:rPr>
                          <w:rFonts w:ascii="MuseoSans-300" w:eastAsia="Times New Roman" w:hAnsi="MuseoSans-300" w:cs="Times New Roman"/>
                          <w:sz w:val="20"/>
                          <w:szCs w:val="20"/>
                          <w:lang w:eastAsia="de-DE"/>
                        </w:rPr>
                        <w:t>s/Yogalehrer</w:t>
                      </w:r>
                      <w:r w:rsidRPr="004C3389">
                        <w:rPr>
                          <w:rFonts w:ascii="MuseoSans-300" w:eastAsia="Times New Roman" w:hAnsi="MuseoSans-300" w:cs="Times New Roman"/>
                          <w:sz w:val="20"/>
                          <w:szCs w:val="20"/>
                          <w:lang w:eastAsia="de-DE"/>
                        </w:rPr>
                        <w:t>in: zu viel Zeit mit anderen Menschen sorgt für schlechte Stimmung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6F2C82F2" w14:textId="078FBE24" w:rsidR="004D7FF2" w:rsidRDefault="00176243" w:rsidP="00E822D4">
      <w:pPr>
        <w:pStyle w:val="LMMABAUFGABE"/>
        <w:rPr>
          <w:color w:val="00889B"/>
        </w:rPr>
      </w:pPr>
      <w:r>
        <w:rPr>
          <w:rFonts w:ascii="Futura Book" w:eastAsia="Times New Roman" w:hAnsi="Futura Book" w:cs="Times New Roman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53B333B2" wp14:editId="4A7EE369">
                <wp:simplePos x="0" y="0"/>
                <wp:positionH relativeFrom="column">
                  <wp:posOffset>-7620</wp:posOffset>
                </wp:positionH>
                <wp:positionV relativeFrom="paragraph">
                  <wp:posOffset>422910</wp:posOffset>
                </wp:positionV>
                <wp:extent cx="2616182" cy="2619375"/>
                <wp:effectExtent l="0" t="0" r="13335" b="28575"/>
                <wp:wrapNone/>
                <wp:docPr id="15" name="Abgerundetes Rechtec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6182" cy="261937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7E9ACB" w14:textId="77777777" w:rsidR="00176243" w:rsidRPr="001F2A12" w:rsidRDefault="00176243" w:rsidP="00176243">
                            <w:pPr>
                              <w:tabs>
                                <w:tab w:val="left" w:pos="1500"/>
                              </w:tabs>
                              <w:rPr>
                                <w:rFonts w:ascii="MuseoSans-300" w:eastAsia="Times New Roman" w:hAnsi="MuseoSans-300" w:cs="Times New Roman"/>
                                <w:b/>
                                <w:sz w:val="20"/>
                              </w:rPr>
                            </w:pPr>
                            <w:r w:rsidRPr="001F2A12">
                              <w:rPr>
                                <w:rFonts w:ascii="MuseoSans-300" w:eastAsia="Times New Roman" w:hAnsi="MuseoSans-300" w:cs="Times New Roman"/>
                                <w:b/>
                                <w:sz w:val="20"/>
                              </w:rPr>
                              <w:t>Person 3: Sportcoach</w:t>
                            </w:r>
                          </w:p>
                          <w:p w14:paraId="7D0551CE" w14:textId="77777777" w:rsidR="00176243" w:rsidRPr="001F2A12" w:rsidRDefault="00176243" w:rsidP="00176243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500"/>
                              </w:tabs>
                              <w:ind w:left="284" w:hanging="142"/>
                              <w:rPr>
                                <w:rFonts w:ascii="MuseoSans-300" w:eastAsia="Times New Roman" w:hAnsi="MuseoSans-300" w:cs="Times New Roman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1F2A12">
                              <w:rPr>
                                <w:rFonts w:ascii="MuseoSans-300" w:eastAsia="Times New Roman" w:hAnsi="MuseoSans-300" w:cs="Times New Roman"/>
                                <w:sz w:val="20"/>
                                <w:szCs w:val="20"/>
                                <w:lang w:eastAsia="de-DE"/>
                              </w:rPr>
                              <w:t>Regelmäßige Bewegung an der frischen Luft</w:t>
                            </w:r>
                          </w:p>
                          <w:p w14:paraId="502059F9" w14:textId="77777777" w:rsidR="00176243" w:rsidRPr="001F2A12" w:rsidRDefault="00176243" w:rsidP="00176243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500"/>
                              </w:tabs>
                              <w:ind w:left="284" w:hanging="142"/>
                              <w:rPr>
                                <w:rFonts w:ascii="MuseoSans-300" w:eastAsia="Times New Roman" w:hAnsi="MuseoSans-300" w:cs="Times New Roman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1F2A12">
                              <w:rPr>
                                <w:rFonts w:ascii="MuseoSans-300" w:eastAsia="Times New Roman" w:hAnsi="MuseoSans-300" w:cs="Times New Roman"/>
                                <w:sz w:val="20"/>
                                <w:szCs w:val="20"/>
                                <w:lang w:eastAsia="de-DE"/>
                              </w:rPr>
                              <w:t>Ausprobieren von neuen Sportarten wie Trampolinspringen oder Hula-Hoop</w:t>
                            </w:r>
                          </w:p>
                          <w:p w14:paraId="04289554" w14:textId="77777777" w:rsidR="00176243" w:rsidRPr="001F2A12" w:rsidRDefault="00176243" w:rsidP="00176243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500"/>
                              </w:tabs>
                              <w:ind w:left="284" w:hanging="142"/>
                              <w:rPr>
                                <w:rFonts w:ascii="MuseoSans-300" w:eastAsia="Times New Roman" w:hAnsi="MuseoSans-300" w:cs="Times New Roman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1F2A12">
                              <w:rPr>
                                <w:rFonts w:ascii="MuseoSans-300" w:eastAsia="Times New Roman" w:hAnsi="MuseoSans-300" w:cs="Times New Roman"/>
                                <w:sz w:val="20"/>
                                <w:szCs w:val="20"/>
                                <w:lang w:eastAsia="de-DE"/>
                              </w:rPr>
                              <w:t>Gesunde Ernährung: kein Eis, keine Süßigkeiten essen – zu viel Zucker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B333B2" id="Abgerundetes Rechteck 12" o:spid="_x0000_s1028" style="position:absolute;margin-left:-.6pt;margin-top:33.3pt;width:206pt;height:206.2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" fillcolor="white [3201]" strokecolor="#92cddc [1944]" strokeweight="2pt">
                <v:textbox>
                  <w:txbxContent>
                    <w:p w14:paraId="7D7E9ACB" w14:textId="77777777" w:rsidR="00176243" w:rsidRPr="001F2A12" w:rsidRDefault="00176243" w:rsidP="00176243">
                      <w:pPr>
                        <w:tabs>
                          <w:tab w:val="left" w:pos="1500"/>
                        </w:tabs>
                        <w:rPr>
                          <w:rFonts w:ascii="MuseoSans-300" w:eastAsia="Times New Roman" w:hAnsi="MuseoSans-300" w:cs="Times New Roman"/>
                          <w:b/>
                          <w:sz w:val="20"/>
                        </w:rPr>
                      </w:pPr>
                      <w:r w:rsidRPr="001F2A12">
                        <w:rPr>
                          <w:rFonts w:ascii="MuseoSans-300" w:eastAsia="Times New Roman" w:hAnsi="MuseoSans-300" w:cs="Times New Roman"/>
                          <w:b/>
                          <w:sz w:val="20"/>
                        </w:rPr>
                        <w:t>Person 3: Sportcoach</w:t>
                      </w:r>
                    </w:p>
                    <w:p w14:paraId="7D0551CE" w14:textId="77777777" w:rsidR="00176243" w:rsidRPr="001F2A12" w:rsidRDefault="00176243" w:rsidP="00176243">
                      <w:pPr>
                        <w:pStyle w:val="Listenabsatz"/>
                        <w:numPr>
                          <w:ilvl w:val="0"/>
                          <w:numId w:val="1"/>
                        </w:numPr>
                        <w:tabs>
                          <w:tab w:val="left" w:pos="1500"/>
                        </w:tabs>
                        <w:ind w:left="284" w:hanging="142"/>
                        <w:rPr>
                          <w:rFonts w:ascii="MuseoSans-300" w:eastAsia="Times New Roman" w:hAnsi="MuseoSans-300" w:cs="Times New Roman"/>
                          <w:sz w:val="20"/>
                          <w:szCs w:val="20"/>
                          <w:lang w:eastAsia="de-DE"/>
                        </w:rPr>
                      </w:pPr>
                      <w:r w:rsidRPr="001F2A12">
                        <w:rPr>
                          <w:rFonts w:ascii="MuseoSans-300" w:eastAsia="Times New Roman" w:hAnsi="MuseoSans-300" w:cs="Times New Roman"/>
                          <w:sz w:val="20"/>
                          <w:szCs w:val="20"/>
                          <w:lang w:eastAsia="de-DE"/>
                        </w:rPr>
                        <w:t>Regelmäßige Bewegung an der frischen Luft</w:t>
                      </w:r>
                    </w:p>
                    <w:p w14:paraId="502059F9" w14:textId="77777777" w:rsidR="00176243" w:rsidRPr="001F2A12" w:rsidRDefault="00176243" w:rsidP="00176243">
                      <w:pPr>
                        <w:pStyle w:val="Listenabsatz"/>
                        <w:numPr>
                          <w:ilvl w:val="0"/>
                          <w:numId w:val="1"/>
                        </w:numPr>
                        <w:tabs>
                          <w:tab w:val="left" w:pos="1500"/>
                        </w:tabs>
                        <w:ind w:left="284" w:hanging="142"/>
                        <w:rPr>
                          <w:rFonts w:ascii="MuseoSans-300" w:eastAsia="Times New Roman" w:hAnsi="MuseoSans-300" w:cs="Times New Roman"/>
                          <w:sz w:val="20"/>
                          <w:szCs w:val="20"/>
                          <w:lang w:eastAsia="de-DE"/>
                        </w:rPr>
                      </w:pPr>
                      <w:r w:rsidRPr="001F2A12">
                        <w:rPr>
                          <w:rFonts w:ascii="MuseoSans-300" w:eastAsia="Times New Roman" w:hAnsi="MuseoSans-300" w:cs="Times New Roman"/>
                          <w:sz w:val="20"/>
                          <w:szCs w:val="20"/>
                          <w:lang w:eastAsia="de-DE"/>
                        </w:rPr>
                        <w:t>Ausprobieren von neuen Sportarten wie Trampolinspringen oder Hula-Hoop</w:t>
                      </w:r>
                    </w:p>
                    <w:p w14:paraId="04289554" w14:textId="77777777" w:rsidR="00176243" w:rsidRPr="001F2A12" w:rsidRDefault="00176243" w:rsidP="00176243">
                      <w:pPr>
                        <w:pStyle w:val="Listenabsatz"/>
                        <w:numPr>
                          <w:ilvl w:val="0"/>
                          <w:numId w:val="1"/>
                        </w:numPr>
                        <w:tabs>
                          <w:tab w:val="left" w:pos="1500"/>
                        </w:tabs>
                        <w:ind w:left="284" w:hanging="142"/>
                        <w:rPr>
                          <w:rFonts w:ascii="MuseoSans-300" w:eastAsia="Times New Roman" w:hAnsi="MuseoSans-300" w:cs="Times New Roman"/>
                          <w:sz w:val="20"/>
                          <w:szCs w:val="20"/>
                          <w:lang w:eastAsia="de-DE"/>
                        </w:rPr>
                      </w:pPr>
                      <w:r w:rsidRPr="001F2A12">
                        <w:rPr>
                          <w:rFonts w:ascii="MuseoSans-300" w:eastAsia="Times New Roman" w:hAnsi="MuseoSans-300" w:cs="Times New Roman"/>
                          <w:sz w:val="20"/>
                          <w:szCs w:val="20"/>
                          <w:lang w:eastAsia="de-DE"/>
                        </w:rPr>
                        <w:t>Gesunde Ernährung: kein Eis, keine Süßigkeiten essen – zu viel Zucker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E462A4D" w14:textId="14D1B8EC" w:rsidR="004D7FF2" w:rsidRDefault="004D7FF2" w:rsidP="00E822D4">
      <w:pPr>
        <w:pStyle w:val="LMMABAUFGABE"/>
        <w:rPr>
          <w:color w:val="00889B"/>
        </w:rPr>
      </w:pPr>
    </w:p>
    <w:p w14:paraId="4CAFED68" w14:textId="4465F245" w:rsidR="004D7FF2" w:rsidRDefault="004D7FF2" w:rsidP="00E822D4">
      <w:pPr>
        <w:pStyle w:val="LMMABAUFGABE"/>
        <w:rPr>
          <w:color w:val="00889B"/>
        </w:rPr>
      </w:pPr>
    </w:p>
    <w:p w14:paraId="17D0B027" w14:textId="3C028503" w:rsidR="004D7FF2" w:rsidRDefault="004D7FF2" w:rsidP="00E822D4">
      <w:pPr>
        <w:pStyle w:val="LMMABAUFGABE"/>
        <w:rPr>
          <w:color w:val="00889B"/>
        </w:rPr>
      </w:pPr>
    </w:p>
    <w:p w14:paraId="47B58A73" w14:textId="1A8D26C3" w:rsidR="004D7FF2" w:rsidRDefault="004D7FF2" w:rsidP="00E822D4">
      <w:pPr>
        <w:pStyle w:val="LMMABAUFGABE"/>
        <w:rPr>
          <w:color w:val="00889B"/>
        </w:rPr>
      </w:pPr>
    </w:p>
    <w:p w14:paraId="1BA34C96" w14:textId="77BF975A" w:rsidR="00E822D4" w:rsidRDefault="00E822D4" w:rsidP="00E822D4">
      <w:pPr>
        <w:widowControl w:val="0"/>
        <w:autoSpaceDE w:val="0"/>
        <w:autoSpaceDN w:val="0"/>
        <w:adjustRightInd w:val="0"/>
        <w:spacing w:after="0" w:line="250" w:lineRule="atLeast"/>
        <w:ind w:right="-1446"/>
        <w:rPr>
          <w:rFonts w:ascii="MuseoSans-300" w:hAnsi="MuseoSans-300" w:cs="MuseoSans-300"/>
          <w:spacing w:val="1"/>
          <w:kern w:val="1"/>
          <w:sz w:val="20"/>
          <w:szCs w:val="20"/>
        </w:rPr>
      </w:pPr>
    </w:p>
    <w:p w14:paraId="0C1E5E6B" w14:textId="0418F921" w:rsidR="004D7FF2" w:rsidRDefault="004D7FF2" w:rsidP="00E822D4">
      <w:pPr>
        <w:widowControl w:val="0"/>
        <w:autoSpaceDE w:val="0"/>
        <w:autoSpaceDN w:val="0"/>
        <w:adjustRightInd w:val="0"/>
        <w:spacing w:after="0" w:line="250" w:lineRule="atLeast"/>
        <w:ind w:right="-1446"/>
        <w:rPr>
          <w:rFonts w:ascii="MuseoSans-300" w:hAnsi="MuseoSans-300" w:cs="MuseoSans-300"/>
          <w:spacing w:val="1"/>
          <w:kern w:val="1"/>
          <w:sz w:val="20"/>
          <w:szCs w:val="20"/>
        </w:rPr>
      </w:pPr>
    </w:p>
    <w:p w14:paraId="4D1A1AB0" w14:textId="6CBCEB66" w:rsidR="004D7FF2" w:rsidRDefault="004D7FF2" w:rsidP="00E822D4">
      <w:pPr>
        <w:widowControl w:val="0"/>
        <w:autoSpaceDE w:val="0"/>
        <w:autoSpaceDN w:val="0"/>
        <w:adjustRightInd w:val="0"/>
        <w:spacing w:after="0" w:line="250" w:lineRule="atLeast"/>
        <w:ind w:right="-1446"/>
        <w:rPr>
          <w:rFonts w:ascii="MuseoSans-300" w:hAnsi="MuseoSans-300" w:cs="MuseoSans-300"/>
          <w:spacing w:val="1"/>
          <w:kern w:val="1"/>
          <w:sz w:val="20"/>
          <w:szCs w:val="20"/>
        </w:rPr>
      </w:pPr>
    </w:p>
    <w:p w14:paraId="01796CFC" w14:textId="2A56A889" w:rsidR="004D7FF2" w:rsidRDefault="004D7FF2" w:rsidP="00E822D4">
      <w:pPr>
        <w:widowControl w:val="0"/>
        <w:autoSpaceDE w:val="0"/>
        <w:autoSpaceDN w:val="0"/>
        <w:adjustRightInd w:val="0"/>
        <w:spacing w:after="0" w:line="250" w:lineRule="atLeast"/>
        <w:ind w:right="-1446"/>
        <w:rPr>
          <w:rFonts w:ascii="MuseoSans-300" w:hAnsi="MuseoSans-300" w:cs="MuseoSans-300"/>
          <w:spacing w:val="1"/>
          <w:kern w:val="1"/>
          <w:sz w:val="20"/>
          <w:szCs w:val="20"/>
        </w:rPr>
      </w:pPr>
    </w:p>
    <w:p w14:paraId="598C50F5" w14:textId="652B61A2" w:rsidR="004D7FF2" w:rsidRDefault="004D7FF2" w:rsidP="00E822D4">
      <w:pPr>
        <w:widowControl w:val="0"/>
        <w:autoSpaceDE w:val="0"/>
        <w:autoSpaceDN w:val="0"/>
        <w:adjustRightInd w:val="0"/>
        <w:spacing w:after="0" w:line="250" w:lineRule="atLeast"/>
        <w:ind w:right="-1446"/>
        <w:rPr>
          <w:rFonts w:ascii="MuseoSans-300" w:hAnsi="MuseoSans-300" w:cs="MuseoSans-300"/>
          <w:spacing w:val="1"/>
          <w:kern w:val="1"/>
          <w:sz w:val="20"/>
          <w:szCs w:val="20"/>
        </w:rPr>
      </w:pPr>
    </w:p>
    <w:p w14:paraId="66F6B99C" w14:textId="4B785A84" w:rsidR="00DA6601" w:rsidRPr="00995000" w:rsidRDefault="00DA6601" w:rsidP="00DA6601">
      <w:pPr>
        <w:widowControl w:val="0"/>
        <w:autoSpaceDE w:val="0"/>
        <w:autoSpaceDN w:val="0"/>
        <w:adjustRightInd w:val="0"/>
        <w:spacing w:after="0" w:line="250" w:lineRule="atLeast"/>
        <w:ind w:right="-1446"/>
        <w:rPr>
          <w:rFonts w:ascii="MuseoSans-300" w:hAnsi="MuseoSans-300" w:cs="MuseoSans-300"/>
          <w:color w:val="00889B"/>
          <w:spacing w:val="1"/>
          <w:kern w:val="1"/>
          <w:sz w:val="20"/>
          <w:szCs w:val="20"/>
        </w:rPr>
      </w:pPr>
    </w:p>
    <w:p w14:paraId="4115120E" w14:textId="112ED039" w:rsidR="00B62123" w:rsidRDefault="00B62123"/>
    <w:sectPr w:rsidR="00B62123" w:rsidSect="0091187F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2098" w:right="1077" w:bottom="1134" w:left="1077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1CCB4" w14:textId="77777777" w:rsidR="007E1397" w:rsidRDefault="007E1397" w:rsidP="004F0C8C">
      <w:pPr>
        <w:spacing w:after="0" w:line="240" w:lineRule="auto"/>
      </w:pPr>
      <w:r>
        <w:separator/>
      </w:r>
    </w:p>
  </w:endnote>
  <w:endnote w:type="continuationSeparator" w:id="0">
    <w:p w14:paraId="1CC2D563" w14:textId="77777777" w:rsidR="007E1397" w:rsidRDefault="007E1397" w:rsidP="004F0C8C">
      <w:pPr>
        <w:spacing w:after="0" w:line="240" w:lineRule="auto"/>
      </w:pPr>
      <w:r>
        <w:continuationSeparator/>
      </w:r>
    </w:p>
  </w:endnote>
  <w:endnote w:type="continuationNotice" w:id="1">
    <w:p w14:paraId="4B48AEE1" w14:textId="77777777" w:rsidR="00176243" w:rsidRDefault="001762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utura Book">
    <w:altName w:val="Century Gothic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Sans 9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Sans-5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3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Grand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7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 Sans 3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8"/>
      <w:gridCol w:w="3242"/>
      <w:gridCol w:w="3252"/>
    </w:tblGrid>
    <w:tr w:rsidR="007E50E4" w:rsidRPr="007E50E4" w14:paraId="5C935B40" w14:textId="77777777" w:rsidTr="00887E55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7488B433" w14:textId="77777777" w:rsidR="000829E3" w:rsidRPr="007E50E4" w:rsidRDefault="000829E3" w:rsidP="00887E55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3B76000A" w14:textId="17D91D87" w:rsidR="000829E3" w:rsidRPr="007E50E4" w:rsidRDefault="000829E3" w:rsidP="00887E55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38EC4EAF" w14:textId="77777777" w:rsidR="000829E3" w:rsidRPr="007E50E4" w:rsidRDefault="000829E3" w:rsidP="00887E55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1C2091A0" w14:textId="77777777" w:rsidR="00D9267A" w:rsidRPr="007E50E4" w:rsidRDefault="00D9267A">
    <w:pPr>
      <w:pStyle w:val="Fuzeile"/>
      <w:rPr>
        <w:color w:val="00889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8"/>
      <w:gridCol w:w="3242"/>
      <w:gridCol w:w="3252"/>
    </w:tblGrid>
    <w:tr w:rsidR="007E50E4" w:rsidRPr="007E50E4" w14:paraId="753F220F" w14:textId="77777777" w:rsidTr="007E44A6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6FCAFED1" w14:textId="77777777" w:rsidR="00D9267A" w:rsidRPr="007E50E4" w:rsidRDefault="00D9267A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599E967A" w14:textId="1431E07F" w:rsidR="00D9267A" w:rsidRPr="007E50E4" w:rsidRDefault="00D9267A" w:rsidP="007E44A6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33FFBE95" w14:textId="77777777" w:rsidR="00D9267A" w:rsidRPr="007E50E4" w:rsidRDefault="00D9267A" w:rsidP="007E44A6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1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="007E44A6"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120A81AD" w14:textId="77777777" w:rsidR="00D9267A" w:rsidRPr="007E50E4" w:rsidRDefault="00D9267A">
    <w:pPr>
      <w:pStyle w:val="Fuzeile"/>
      <w:rPr>
        <w:color w:val="00889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E9534" w14:textId="77777777" w:rsidR="007E1397" w:rsidRDefault="007E1397" w:rsidP="004F0C8C">
      <w:pPr>
        <w:spacing w:after="0" w:line="240" w:lineRule="auto"/>
      </w:pPr>
      <w:r>
        <w:separator/>
      </w:r>
    </w:p>
  </w:footnote>
  <w:footnote w:type="continuationSeparator" w:id="0">
    <w:p w14:paraId="2D33085A" w14:textId="77777777" w:rsidR="007E1397" w:rsidRDefault="007E1397" w:rsidP="004F0C8C">
      <w:pPr>
        <w:spacing w:after="0" w:line="240" w:lineRule="auto"/>
      </w:pPr>
      <w:r>
        <w:continuationSeparator/>
      </w:r>
    </w:p>
  </w:footnote>
  <w:footnote w:type="continuationNotice" w:id="1">
    <w:p w14:paraId="2C80A2D1" w14:textId="77777777" w:rsidR="00176243" w:rsidRDefault="0017624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C87BA" w14:textId="2C658C78" w:rsidR="0091187F" w:rsidRDefault="004D7FF2" w:rsidP="0091187F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0" allowOverlap="1" wp14:anchorId="74B6417D" wp14:editId="3053628D">
              <wp:simplePos x="0" y="0"/>
              <wp:positionH relativeFrom="column">
                <wp:posOffset>3789045</wp:posOffset>
              </wp:positionH>
              <wp:positionV relativeFrom="page">
                <wp:posOffset>297180</wp:posOffset>
              </wp:positionV>
              <wp:extent cx="2541270" cy="617220"/>
              <wp:effectExtent l="0" t="0" r="0" b="0"/>
              <wp:wrapTopAndBottom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1270" cy="617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FB5DDC" w14:textId="37176329" w:rsidR="0091187F" w:rsidRPr="006E639C" w:rsidRDefault="004D7FF2" w:rsidP="0091187F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Beispiele für Rollenkarten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B6417D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9" type="#_x0000_t202" style="position:absolute;margin-left:298.35pt;margin-top:23.4pt;width:200.1pt;height:48.6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" o:allowincell="f" filled="f" fillcolor="#d99594 [1941]" stroked="f">
              <v:textbox>
                <w:txbxContent>
                  <w:p w14:paraId="0EFB5DDC" w14:textId="37176329" w:rsidR="0091187F" w:rsidRPr="006E639C" w:rsidRDefault="004D7FF2" w:rsidP="0091187F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Beispiele für Rollenkarten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  <w:r w:rsidR="0091187F">
      <w:rPr>
        <w:noProof/>
        <w:lang w:eastAsia="de-DE"/>
      </w:rPr>
      <w:drawing>
        <wp:anchor distT="0" distB="0" distL="114300" distR="114300" simplePos="0" relativeHeight="251658242" behindDoc="1" locked="0" layoutInCell="1" allowOverlap="1" wp14:anchorId="7EFFDD5B" wp14:editId="2607F6DD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2" name="Grafik 16" descr="Ein Bild, das Text, Vektor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6" descr="Ein Bild, das Text, Vektor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1A93B8" w14:textId="628B7C51" w:rsidR="00D8071A" w:rsidRDefault="00995000" w:rsidP="00995000">
    <w:pPr>
      <w:pStyle w:val="Kopfzeile"/>
      <w:tabs>
        <w:tab w:val="clear" w:pos="4536"/>
        <w:tab w:val="clear" w:pos="9072"/>
        <w:tab w:val="left" w:pos="882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FE459" w14:textId="398E514E" w:rsidR="00CB586C" w:rsidRDefault="00995000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61ECCB08" wp14:editId="77AA0B71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1" name="Grafi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Grafik 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1187F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3359BC12" wp14:editId="1D113E43">
              <wp:simplePos x="0" y="0"/>
              <wp:positionH relativeFrom="column">
                <wp:posOffset>4792980</wp:posOffset>
              </wp:positionH>
              <wp:positionV relativeFrom="page">
                <wp:posOffset>295275</wp:posOffset>
              </wp:positionV>
              <wp:extent cx="1533525" cy="809625"/>
              <wp:effectExtent l="1905" t="0" r="0" b="1270"/>
              <wp:wrapTopAndBottom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3525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2BB0F8" w14:textId="3F2C2938" w:rsidR="006E639C" w:rsidRPr="006E639C" w:rsidRDefault="00995000" w:rsidP="006E639C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((Titel))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59BC1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style="position:absolute;margin-left:377.4pt;margin-top:23.25pt;width:120.75pt;height:63.7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" o:allowincell="f" filled="f" fillcolor="#d99594 [1941]" stroked="f">
              <v:textbox>
                <w:txbxContent>
                  <w:p w14:paraId="2D2BB0F8" w14:textId="3F2C2938" w:rsidR="006E639C" w:rsidRPr="006E639C" w:rsidRDefault="00995000" w:rsidP="006E639C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((Titel))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59661B"/>
    <w:multiLevelType w:val="hybridMultilevel"/>
    <w:tmpl w:val="BCEACF90"/>
    <w:lvl w:ilvl="0" w:tplc="384E980A">
      <w:numFmt w:val="bullet"/>
      <w:lvlText w:val="­"/>
      <w:lvlJc w:val="left"/>
      <w:pPr>
        <w:ind w:left="720" w:hanging="360"/>
      </w:pPr>
      <w:rPr>
        <w:rFonts w:ascii="Futura Book" w:eastAsia="Times New Roman" w:hAnsi="Futura Book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000"/>
    <w:rsid w:val="00063397"/>
    <w:rsid w:val="000829E3"/>
    <w:rsid w:val="000E50E9"/>
    <w:rsid w:val="00115624"/>
    <w:rsid w:val="0011787F"/>
    <w:rsid w:val="001267EB"/>
    <w:rsid w:val="00176243"/>
    <w:rsid w:val="001F2A12"/>
    <w:rsid w:val="00433401"/>
    <w:rsid w:val="004C3389"/>
    <w:rsid w:val="004D7FF2"/>
    <w:rsid w:val="004F0C8C"/>
    <w:rsid w:val="00505E76"/>
    <w:rsid w:val="00541DFF"/>
    <w:rsid w:val="00543DD4"/>
    <w:rsid w:val="00554F2E"/>
    <w:rsid w:val="005A0BFA"/>
    <w:rsid w:val="005D77BB"/>
    <w:rsid w:val="006601A8"/>
    <w:rsid w:val="006E639C"/>
    <w:rsid w:val="007068DA"/>
    <w:rsid w:val="00737BA9"/>
    <w:rsid w:val="00740BB6"/>
    <w:rsid w:val="007E1397"/>
    <w:rsid w:val="007E44A6"/>
    <w:rsid w:val="007E50E4"/>
    <w:rsid w:val="00801157"/>
    <w:rsid w:val="008E3200"/>
    <w:rsid w:val="0091187F"/>
    <w:rsid w:val="00924EA8"/>
    <w:rsid w:val="00995000"/>
    <w:rsid w:val="009F2132"/>
    <w:rsid w:val="00A30972"/>
    <w:rsid w:val="00AB1B13"/>
    <w:rsid w:val="00B36AA0"/>
    <w:rsid w:val="00B62123"/>
    <w:rsid w:val="00CB586C"/>
    <w:rsid w:val="00D142C5"/>
    <w:rsid w:val="00D8071A"/>
    <w:rsid w:val="00D866F4"/>
    <w:rsid w:val="00D9267A"/>
    <w:rsid w:val="00DA6601"/>
    <w:rsid w:val="00E447D4"/>
    <w:rsid w:val="00E44EED"/>
    <w:rsid w:val="00E822D4"/>
    <w:rsid w:val="00ED5A20"/>
    <w:rsid w:val="00F5394E"/>
    <w:rsid w:val="00F86BBA"/>
    <w:rsid w:val="00FC3482"/>
    <w:rsid w:val="00FD57DE"/>
    <w:rsid w:val="00FF208D"/>
    <w:rsid w:val="00FF40DC"/>
    <w:rsid w:val="68876309"/>
    <w:rsid w:val="6982AA9E"/>
    <w:rsid w:val="7A274ED2"/>
    <w:rsid w:val="7C36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10F8AA"/>
  <w15:docId w15:val="{69456E02-75DD-4EF4-A64B-FC822DA04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A0BFA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4F2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4F2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4F0C8C"/>
  </w:style>
  <w:style w:type="paragraph" w:styleId="Fuzeile">
    <w:name w:val="footer"/>
    <w:basedOn w:val="Standard"/>
    <w:link w:val="Fu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4F0C8C"/>
  </w:style>
  <w:style w:type="table" w:styleId="Tabellenraster">
    <w:name w:val="Table Grid"/>
    <w:basedOn w:val="NormaleTabelle"/>
    <w:uiPriority w:val="59"/>
    <w:rsid w:val="00D92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MMABAUFGABE">
    <w:name w:val="LMM AB AUFGABE"/>
    <w:basedOn w:val="Standard"/>
    <w:qFormat/>
    <w:rsid w:val="00B36AA0"/>
    <w:pPr>
      <w:widowControl w:val="0"/>
      <w:autoSpaceDE w:val="0"/>
      <w:autoSpaceDN w:val="0"/>
      <w:adjustRightInd w:val="0"/>
      <w:spacing w:before="400" w:after="142" w:line="300" w:lineRule="exact"/>
    </w:pPr>
    <w:rPr>
      <w:rFonts w:ascii="Museo Sans 900" w:hAnsi="Museo Sans 900" w:cs="MuseoSans-500"/>
      <w:bCs/>
      <w:caps/>
      <w:color w:val="00529C"/>
      <w:spacing w:val="1"/>
      <w:kern w:val="28"/>
      <w:position w:val="6"/>
      <w:sz w:val="28"/>
      <w:szCs w:val="28"/>
    </w:rPr>
  </w:style>
  <w:style w:type="paragraph" w:customStyle="1" w:styleId="LMMABAufgabenstellung">
    <w:name w:val="LMM AB Aufgabenstellung"/>
    <w:basedOn w:val="Standard"/>
    <w:qFormat/>
    <w:rsid w:val="007068DA"/>
    <w:pPr>
      <w:widowControl w:val="0"/>
      <w:autoSpaceDE w:val="0"/>
      <w:autoSpaceDN w:val="0"/>
      <w:adjustRightInd w:val="0"/>
      <w:spacing w:after="113" w:line="260" w:lineRule="exact"/>
    </w:pPr>
    <w:rPr>
      <w:rFonts w:ascii="MuseoSans-500" w:hAnsi="MuseoSans-500" w:cs="MuseoSans-500"/>
      <w:b/>
      <w:bCs/>
      <w:spacing w:val="1"/>
      <w:kern w:val="1"/>
      <w:sz w:val="20"/>
      <w:szCs w:val="20"/>
    </w:rPr>
  </w:style>
  <w:style w:type="paragraph" w:customStyle="1" w:styleId="LMMABLckentext">
    <w:name w:val="LMM AB Lückentext"/>
    <w:basedOn w:val="Standard"/>
    <w:qFormat/>
    <w:rsid w:val="007068DA"/>
    <w:pPr>
      <w:widowControl w:val="0"/>
      <w:autoSpaceDE w:val="0"/>
      <w:autoSpaceDN w:val="0"/>
      <w:adjustRightInd w:val="0"/>
      <w:spacing w:after="0" w:line="48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paragraph" w:customStyle="1" w:styleId="Formatvorlage1">
    <w:name w:val="Formatvorlage1"/>
    <w:basedOn w:val="Standard"/>
    <w:qFormat/>
    <w:rsid w:val="007068DA"/>
    <w:pPr>
      <w:widowControl w:val="0"/>
      <w:autoSpaceDE w:val="0"/>
      <w:autoSpaceDN w:val="0"/>
      <w:adjustRightInd w:val="0"/>
      <w:spacing w:after="113" w:line="400" w:lineRule="atLeast"/>
      <w:jc w:val="center"/>
    </w:pPr>
    <w:rPr>
      <w:rFonts w:ascii="Museo Sans 900" w:hAnsi="Museo Sans 900" w:cs="MuseoSans-5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WortboxBegriffe">
    <w:name w:val="LMM AB Wortbox Begriffe"/>
    <w:basedOn w:val="Formatvorlage1"/>
    <w:qFormat/>
    <w:rsid w:val="008E3200"/>
    <w:rPr>
      <w:color w:val="00529C"/>
    </w:rPr>
  </w:style>
  <w:style w:type="paragraph" w:customStyle="1" w:styleId="LMMABCopy">
    <w:name w:val="LMM AB Copy"/>
    <w:basedOn w:val="Standard"/>
    <w:qFormat/>
    <w:rsid w:val="00E822D4"/>
    <w:pPr>
      <w:widowControl w:val="0"/>
      <w:autoSpaceDE w:val="0"/>
      <w:autoSpaceDN w:val="0"/>
      <w:adjustRightInd w:val="0"/>
      <w:spacing w:after="0" w:line="26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character" w:customStyle="1" w:styleId="LMMABLckentextLinien">
    <w:name w:val="LMM AB Lückentext Linien"/>
    <w:basedOn w:val="Absatz-Standardschriftart"/>
    <w:uiPriority w:val="1"/>
    <w:qFormat/>
    <w:rsid w:val="00E822D4"/>
    <w:rPr>
      <w:color w:val="3051A5"/>
      <w:spacing w:val="-20"/>
    </w:rPr>
  </w:style>
  <w:style w:type="character" w:customStyle="1" w:styleId="LMMABrichtigfalsch">
    <w:name w:val="LMM AB richtig falsch"/>
    <w:basedOn w:val="Absatz-Standardschriftart"/>
    <w:uiPriority w:val="1"/>
    <w:qFormat/>
    <w:rsid w:val="00FC3482"/>
    <w:rPr>
      <w:rFonts w:ascii="Museo Sans 900" w:hAnsi="Museo Sans 900" w:cs="MuseoSans-500"/>
      <w:b/>
      <w:bCs/>
      <w:color w:val="3051A5"/>
      <w:spacing w:val="1"/>
      <w:kern w:val="1"/>
      <w:sz w:val="20"/>
      <w:szCs w:val="20"/>
    </w:rPr>
  </w:style>
  <w:style w:type="character" w:customStyle="1" w:styleId="LMMABKstchen">
    <w:name w:val="LMM AB Kästchen"/>
    <w:basedOn w:val="Absatz-Standardschriftart"/>
    <w:uiPriority w:val="1"/>
    <w:qFormat/>
    <w:rsid w:val="00FC3482"/>
    <w:rPr>
      <w:rFonts w:ascii="Wingdings" w:hAnsi="Wingdings" w:cs="LucidaGrande"/>
      <w:color w:val="3051A5"/>
      <w:spacing w:val="1"/>
      <w:kern w:val="40"/>
      <w:position w:val="-6"/>
      <w:sz w:val="40"/>
      <w:szCs w:val="40"/>
    </w:rPr>
  </w:style>
  <w:style w:type="paragraph" w:customStyle="1" w:styleId="LMMABBeipielSL">
    <w:name w:val="LMM AB Beipiel SL"/>
    <w:basedOn w:val="Standard"/>
    <w:qFormat/>
    <w:rsid w:val="00FC3482"/>
    <w:pPr>
      <w:widowControl w:val="0"/>
      <w:autoSpaceDE w:val="0"/>
      <w:autoSpaceDN w:val="0"/>
      <w:adjustRightInd w:val="0"/>
      <w:spacing w:before="170" w:after="283" w:line="250" w:lineRule="atLeast"/>
    </w:pPr>
    <w:rPr>
      <w:rFonts w:ascii="MuseoSans-700" w:hAnsi="MuseoSans-700" w:cs="MuseoSans-700"/>
      <w:b/>
      <w:bCs/>
      <w:i/>
      <w:iCs/>
      <w:spacing w:val="1"/>
      <w:kern w:val="1"/>
      <w:sz w:val="20"/>
      <w:szCs w:val="20"/>
    </w:rPr>
  </w:style>
  <w:style w:type="paragraph" w:customStyle="1" w:styleId="LMMBeispieltextCopy">
    <w:name w:val="LMM Beispieltext Copy"/>
    <w:basedOn w:val="Standard"/>
    <w:qFormat/>
    <w:rsid w:val="00FC3482"/>
    <w:pPr>
      <w:widowControl w:val="0"/>
      <w:autoSpaceDE w:val="0"/>
      <w:autoSpaceDN w:val="0"/>
      <w:adjustRightInd w:val="0"/>
      <w:spacing w:after="0" w:line="250" w:lineRule="atLeast"/>
      <w:ind w:left="170" w:right="170"/>
    </w:pPr>
    <w:rPr>
      <w:rFonts w:ascii="MuseoSans-700" w:hAnsi="MuseoSans-700" w:cs="MuseoSans-7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Linienausfllen">
    <w:name w:val="LMM AB Linien ausfüllen"/>
    <w:basedOn w:val="LMMABLckentext"/>
    <w:qFormat/>
    <w:rsid w:val="00B36AA0"/>
    <w:pPr>
      <w:tabs>
        <w:tab w:val="right" w:pos="9639"/>
      </w:tabs>
      <w:spacing w:before="240" w:after="400"/>
      <w:contextualSpacing/>
    </w:pPr>
    <w:rPr>
      <w:rFonts w:ascii="Museo Sans 300" w:hAnsi="Museo Sans 300"/>
      <w:kern w:val="20"/>
      <w:u w:val="single" w:color="00529C"/>
    </w:rPr>
  </w:style>
  <w:style w:type="paragraph" w:customStyle="1" w:styleId="LMMABHEADERFolgeseiteFach">
    <w:name w:val="LMM AB HEADER Folgeseite Fach"/>
    <w:basedOn w:val="Standard"/>
    <w:qFormat/>
    <w:rsid w:val="005D77BB"/>
    <w:pPr>
      <w:spacing w:after="0" w:line="240" w:lineRule="auto"/>
      <w:jc w:val="center"/>
    </w:pPr>
    <w:rPr>
      <w:rFonts w:ascii="Museo Sans 900" w:hAnsi="Museo Sans 900"/>
      <w:color w:val="00529C"/>
      <w:sz w:val="18"/>
      <w:szCs w:val="18"/>
    </w:rPr>
  </w:style>
  <w:style w:type="paragraph" w:styleId="Listenabsatz">
    <w:name w:val="List Paragraph"/>
    <w:basedOn w:val="Standard"/>
    <w:uiPriority w:val="34"/>
    <w:qFormat/>
    <w:rsid w:val="004D7FF2"/>
    <w:pPr>
      <w:spacing w:after="0" w:line="240" w:lineRule="auto"/>
      <w:ind w:left="720"/>
      <w:contextualSpacing/>
    </w:pPr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04_Projekte\Ausw&#228;rtiges%20Amt%20LingoMINTmobil\002_Medienentwicklung\Lehrerinfo\Layout\LMM%20MS%20Word\DOT\LMM%20Arbeitsblatt%2020170713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1B8075EB9DED45B7C769BB92FD9C0F" ma:contentTypeVersion="13" ma:contentTypeDescription="Ein neues Dokument erstellen." ma:contentTypeScope="" ma:versionID="d72535cd287caf315de5982209180e76">
  <xsd:schema xmlns:xsd="http://www.w3.org/2001/XMLSchema" xmlns:xs="http://www.w3.org/2001/XMLSchema" xmlns:p="http://schemas.microsoft.com/office/2006/metadata/properties" xmlns:ns2="30f8d9ab-8048-4911-afe4-f0c444fa604b" xmlns:ns3="7a79e2bb-7aaf-4e2c-9539-3aa44b2e1991" targetNamespace="http://schemas.microsoft.com/office/2006/metadata/properties" ma:root="true" ma:fieldsID="65a92cab4bc5a8d1d9d090e88ea3ccae" ns2:_="" ns3:_="">
    <xsd:import namespace="30f8d9ab-8048-4911-afe4-f0c444fa604b"/>
    <xsd:import namespace="7a79e2bb-7aaf-4e2c-9539-3aa44b2e199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8d9ab-8048-4911-afe4-f0c444fa60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79e2bb-7aaf-4e2c-9539-3aa44b2e1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f8d9ab-8048-4911-afe4-f0c444fa604b">AFYC7NJT7KP2-1905227610-852603</_dlc_DocId>
    <_dlc_DocIdUrl xmlns="30f8d9ab-8048-4911-afe4-f0c444fa604b">
      <Url>https://eduversum.sharepoint.com/sites/Daten/_layouts/15/DocIdRedir.aspx?ID=AFYC7NJT7KP2-1905227610-852603</Url>
      <Description>AFYC7NJT7KP2-1905227610-852603</Description>
    </_dlc_DocIdUrl>
  </documentManagement>
</p:properties>
</file>

<file path=customXml/itemProps1.xml><?xml version="1.0" encoding="utf-8"?>
<ds:datastoreItem xmlns:ds="http://schemas.openxmlformats.org/officeDocument/2006/customXml" ds:itemID="{02BF0E84-4566-4449-8D12-A184F9A635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2A0B25-A288-4466-BE5B-B7D254789D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7FF8D5-2ECE-4FBE-8633-5EC0791EB69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29F81BE-129F-4EEB-8EEA-0C2C3EBF80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8d9ab-8048-4911-afe4-f0c444fa604b"/>
    <ds:schemaRef ds:uri="7a79e2bb-7aaf-4e2c-9539-3aa44b2e1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F562300-8374-4ADC-880C-9A06881D087C}">
  <ds:schemaRefs>
    <ds:schemaRef ds:uri="http://schemas.microsoft.com/office/2006/metadata/properties"/>
    <ds:schemaRef ds:uri="http://schemas.microsoft.com/office/infopath/2007/PartnerControls"/>
    <ds:schemaRef ds:uri="30f8d9ab-8048-4911-afe4-f0c444fa60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LMM Arbeitsblatt 20170713.dotx</Template>
  <TotalTime>0</TotalTime>
  <Pages>1</Pages>
  <Words>58</Words>
  <Characters>367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Katharina Hahslinger</dc:creator>
  <cp:lastModifiedBy>Katharina Hahslinger</cp:lastModifiedBy>
  <cp:revision>16</cp:revision>
  <cp:lastPrinted>2017-07-12T15:42:00Z</cp:lastPrinted>
  <dcterms:created xsi:type="dcterms:W3CDTF">2021-08-30T10:57:00Z</dcterms:created>
  <dcterms:modified xsi:type="dcterms:W3CDTF">2021-11-19T14:45:00Z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0x0101005D1B8075EB9DED45B7C769BB92FD9C0F</vt:lpwstr>
  </property>
  <property fmtid="{D5CDD505-2E9C-101B-9397-08002B2CF9AE}" pid="3" name="Order">
    <vt:r8>14740600</vt:r8>
  </property>
  <property fmtid="{D5CDD505-2E9C-101B-9397-08002B2CF9AE}" pid="4" name="_dlc_DocIdItemGuid">
    <vt:lpwstr>7280898b-bc62-425a-8c41-99e45e889cd0</vt:lpwstr>
  </property>
</Properties>
</file>